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>Sifonisch werkend urinoir met verdoken toevoer langs achter.  Strak model met rechthoekige vorm tegen de muur.  Het daaruit vloeiende driehoekige opvan</w:t>
      </w:r>
      <w:r w:rsidR="00363A58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0B2769" w:rsidRPr="00C1077D" w:rsidRDefault="000B2769" w:rsidP="000B2769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66E4A" w:rsidRDefault="00630394" w:rsidP="008C5A75">
      <w:pPr>
        <w:rPr>
          <w:lang w:val="fr-BE"/>
        </w:rPr>
      </w:pPr>
      <w:r>
        <w:rPr>
          <w:lang w:val="fr-BE"/>
        </w:rPr>
        <w:t xml:space="preserve">Voorzien van keramische afvoerzeef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bookmarkEnd w:id="0"/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3495675" cy="485775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485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E3C" w:rsidRDefault="00944E3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E3C" w:rsidRDefault="00944E3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E3C" w:rsidRDefault="00944E3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toevoer achteraan,</w:t>
    </w:r>
  </w:p>
  <w:p w:rsidR="00944E3C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0B2769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E3C" w:rsidRDefault="00944E3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17DE5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2769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3A58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B99"/>
    <w:rsid w:val="00943315"/>
    <w:rsid w:val="00944646"/>
    <w:rsid w:val="00944E3C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7635B5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017D269-CBA2-4015-8EC8-0660C3DD385F}"/>
</file>

<file path=customXml/itemProps2.xml><?xml version="1.0" encoding="utf-8"?>
<ds:datastoreItem xmlns:ds="http://schemas.openxmlformats.org/officeDocument/2006/customXml" ds:itemID="{DF4A7DA2-4696-4F01-8EDC-B261E646A3CC}"/>
</file>

<file path=customXml/itemProps3.xml><?xml version="1.0" encoding="utf-8"?>
<ds:datastoreItem xmlns:ds="http://schemas.openxmlformats.org/officeDocument/2006/customXml" ds:itemID="{108AAA9E-F18B-42E8-AB1D-EAFB15CFC4F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205</Words>
  <Characters>1251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12</cp:revision>
  <cp:lastPrinted>2011-12-15T11:14:00Z</cp:lastPrinted>
  <dcterms:created xsi:type="dcterms:W3CDTF">2020-04-08T13:29:00Z</dcterms:created>
  <dcterms:modified xsi:type="dcterms:W3CDTF">2020-05-07T12:22:00Z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